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3CD4C2-414F-495E-B42C-9D59A9B5504A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